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852" w:rsidRDefault="00566852" w:rsidP="00E260B5">
      <w:pPr>
        <w:jc w:val="center"/>
        <w:rPr>
          <w:rFonts w:ascii="PT Astra Serif" w:hAnsi="PT Astra Serif"/>
          <w:b/>
          <w:sz w:val="28"/>
          <w:szCs w:val="28"/>
        </w:rPr>
      </w:pPr>
      <w:r w:rsidRPr="00E260B5">
        <w:rPr>
          <w:rFonts w:ascii="PT Astra Serif" w:hAnsi="PT Astra Serif"/>
          <w:b/>
          <w:sz w:val="28"/>
          <w:szCs w:val="28"/>
        </w:rPr>
        <w:t>ПЕРЕЧЕНЬ</w:t>
      </w:r>
      <w:r w:rsidR="00E260B5" w:rsidRPr="00E260B5">
        <w:rPr>
          <w:rFonts w:ascii="PT Astra Serif" w:hAnsi="PT Astra Serif"/>
          <w:b/>
          <w:sz w:val="28"/>
          <w:szCs w:val="28"/>
        </w:rPr>
        <w:t xml:space="preserve"> </w:t>
      </w:r>
    </w:p>
    <w:p w:rsidR="00C51E7C" w:rsidRDefault="00E260B5" w:rsidP="00E260B5">
      <w:pPr>
        <w:jc w:val="center"/>
        <w:rPr>
          <w:rFonts w:ascii="PT Astra Serif" w:hAnsi="PT Astra Serif"/>
          <w:b/>
          <w:bCs/>
          <w:sz w:val="28"/>
          <w:szCs w:val="28"/>
        </w:rPr>
      </w:pPr>
      <w:r w:rsidRPr="00E260B5">
        <w:rPr>
          <w:rFonts w:ascii="PT Astra Serif" w:hAnsi="PT Astra Serif"/>
          <w:b/>
          <w:sz w:val="28"/>
          <w:szCs w:val="28"/>
        </w:rPr>
        <w:t xml:space="preserve">законодательных актов Ульяновской области, подлежащих признанию </w:t>
      </w:r>
      <w:proofErr w:type="gramStart"/>
      <w:r w:rsidRPr="00E260B5">
        <w:rPr>
          <w:rFonts w:ascii="PT Astra Serif" w:hAnsi="PT Astra Serif"/>
          <w:b/>
          <w:sz w:val="28"/>
          <w:szCs w:val="28"/>
        </w:rPr>
        <w:t>утратившими</w:t>
      </w:r>
      <w:proofErr w:type="gramEnd"/>
      <w:r w:rsidRPr="00E260B5">
        <w:rPr>
          <w:rFonts w:ascii="PT Astra Serif" w:hAnsi="PT Astra Serif"/>
          <w:b/>
          <w:sz w:val="28"/>
          <w:szCs w:val="28"/>
        </w:rPr>
        <w:t xml:space="preserve"> силу, приостановлению, изменению </w:t>
      </w:r>
      <w:r>
        <w:rPr>
          <w:rFonts w:ascii="PT Astra Serif" w:hAnsi="PT Astra Serif"/>
          <w:b/>
          <w:sz w:val="28"/>
          <w:szCs w:val="28"/>
        </w:rPr>
        <w:br/>
      </w:r>
      <w:r w:rsidRPr="00E260B5">
        <w:rPr>
          <w:rFonts w:ascii="PT Astra Serif" w:hAnsi="PT Astra Serif"/>
          <w:b/>
          <w:sz w:val="28"/>
          <w:szCs w:val="28"/>
        </w:rPr>
        <w:t xml:space="preserve">или принятию в связи с принятием закона Ульяновской области </w:t>
      </w:r>
      <w:r>
        <w:rPr>
          <w:rFonts w:ascii="PT Astra Serif" w:hAnsi="PT Astra Serif"/>
          <w:b/>
          <w:sz w:val="28"/>
          <w:szCs w:val="28"/>
        </w:rPr>
        <w:br/>
      </w:r>
      <w:r w:rsidRPr="00E260B5">
        <w:rPr>
          <w:rFonts w:ascii="PT Astra Serif" w:hAnsi="PT Astra Serif"/>
          <w:b/>
          <w:bCs/>
          <w:sz w:val="28"/>
          <w:szCs w:val="28"/>
        </w:rPr>
        <w:t xml:space="preserve">«О внесении изменения в статью 5 Закона Ульяновской области </w:t>
      </w:r>
      <w:r>
        <w:rPr>
          <w:rFonts w:ascii="PT Astra Serif" w:hAnsi="PT Astra Serif"/>
          <w:b/>
          <w:bCs/>
          <w:sz w:val="28"/>
          <w:szCs w:val="28"/>
        </w:rPr>
        <w:br/>
      </w:r>
      <w:r w:rsidRPr="00E260B5">
        <w:rPr>
          <w:rFonts w:ascii="PT Astra Serif" w:hAnsi="PT Astra Serif"/>
          <w:b/>
          <w:bCs/>
          <w:sz w:val="28"/>
          <w:szCs w:val="28"/>
        </w:rPr>
        <w:t>«Об Уполномоченном по правам ребёнка в Ульяновской области»</w:t>
      </w:r>
    </w:p>
    <w:p w:rsidR="00E260B5" w:rsidRDefault="00E260B5" w:rsidP="00E260B5">
      <w:pPr>
        <w:jc w:val="center"/>
        <w:rPr>
          <w:rFonts w:ascii="PT Astra Serif" w:hAnsi="PT Astra Serif"/>
          <w:b/>
          <w:bCs/>
          <w:sz w:val="28"/>
          <w:szCs w:val="28"/>
        </w:rPr>
      </w:pPr>
    </w:p>
    <w:p w:rsidR="00E260B5" w:rsidRDefault="00E260B5" w:rsidP="00E260B5">
      <w:pPr>
        <w:ind w:firstLine="851"/>
        <w:jc w:val="both"/>
        <w:rPr>
          <w:rFonts w:ascii="PT Astra Serif" w:hAnsi="PT Astra Serif"/>
          <w:bCs/>
          <w:sz w:val="28"/>
          <w:szCs w:val="28"/>
        </w:rPr>
      </w:pPr>
      <w:r>
        <w:rPr>
          <w:rFonts w:ascii="PT Astra Serif" w:hAnsi="PT Astra Serif"/>
          <w:sz w:val="28"/>
          <w:szCs w:val="28"/>
        </w:rPr>
        <w:t>Принятие</w:t>
      </w:r>
      <w:r w:rsidRPr="00E260B5">
        <w:rPr>
          <w:rFonts w:ascii="PT Astra Serif" w:hAnsi="PT Astra Serif"/>
          <w:sz w:val="28"/>
          <w:szCs w:val="28"/>
        </w:rPr>
        <w:t xml:space="preserve"> закона Ульяновской области </w:t>
      </w:r>
      <w:r w:rsidRPr="00E260B5">
        <w:rPr>
          <w:rFonts w:ascii="PT Astra Serif" w:hAnsi="PT Astra Serif"/>
          <w:bCs/>
          <w:sz w:val="28"/>
          <w:szCs w:val="28"/>
        </w:rPr>
        <w:t xml:space="preserve">«О внесении изменения </w:t>
      </w:r>
      <w:r>
        <w:rPr>
          <w:rFonts w:ascii="PT Astra Serif" w:hAnsi="PT Astra Serif"/>
          <w:bCs/>
          <w:sz w:val="28"/>
          <w:szCs w:val="28"/>
        </w:rPr>
        <w:br/>
      </w:r>
      <w:r w:rsidRPr="00E260B5">
        <w:rPr>
          <w:rFonts w:ascii="PT Astra Serif" w:hAnsi="PT Astra Serif"/>
          <w:bCs/>
          <w:sz w:val="28"/>
          <w:szCs w:val="28"/>
        </w:rPr>
        <w:t>в статью 5 Закона Ульяновской области «Об Уполномоченном по правам ребёнка в Ульяновской области»</w:t>
      </w:r>
      <w:r>
        <w:rPr>
          <w:rFonts w:ascii="PT Astra Serif" w:hAnsi="PT Astra Serif"/>
          <w:bCs/>
          <w:sz w:val="28"/>
          <w:szCs w:val="28"/>
        </w:rPr>
        <w:t xml:space="preserve"> не потребует признани</w:t>
      </w:r>
      <w:r w:rsidR="00566852">
        <w:rPr>
          <w:rFonts w:ascii="PT Astra Serif" w:hAnsi="PT Astra Serif"/>
          <w:bCs/>
          <w:sz w:val="28"/>
          <w:szCs w:val="28"/>
        </w:rPr>
        <w:t>я</w:t>
      </w:r>
      <w:r>
        <w:rPr>
          <w:rFonts w:ascii="PT Astra Serif" w:hAnsi="PT Astra Serif"/>
          <w:bCs/>
          <w:sz w:val="28"/>
          <w:szCs w:val="28"/>
        </w:rPr>
        <w:t xml:space="preserve"> </w:t>
      </w:r>
      <w:proofErr w:type="gramStart"/>
      <w:r>
        <w:rPr>
          <w:rFonts w:ascii="PT Astra Serif" w:hAnsi="PT Astra Serif"/>
          <w:bCs/>
          <w:sz w:val="28"/>
          <w:szCs w:val="28"/>
        </w:rPr>
        <w:t>утратившим</w:t>
      </w:r>
      <w:r w:rsidR="00566852">
        <w:rPr>
          <w:rFonts w:ascii="PT Astra Serif" w:hAnsi="PT Astra Serif"/>
          <w:bCs/>
          <w:sz w:val="28"/>
          <w:szCs w:val="28"/>
        </w:rPr>
        <w:t>и</w:t>
      </w:r>
      <w:proofErr w:type="gramEnd"/>
      <w:r>
        <w:rPr>
          <w:rFonts w:ascii="PT Astra Serif" w:hAnsi="PT Astra Serif"/>
          <w:bCs/>
          <w:sz w:val="28"/>
          <w:szCs w:val="28"/>
        </w:rPr>
        <w:t xml:space="preserve"> силу, приостановления, изменени</w:t>
      </w:r>
      <w:r w:rsidR="00566852">
        <w:rPr>
          <w:rFonts w:ascii="PT Astra Serif" w:hAnsi="PT Astra Serif"/>
          <w:bCs/>
          <w:sz w:val="28"/>
          <w:szCs w:val="28"/>
        </w:rPr>
        <w:t>я</w:t>
      </w:r>
      <w:r>
        <w:rPr>
          <w:rFonts w:ascii="PT Astra Serif" w:hAnsi="PT Astra Serif"/>
          <w:bCs/>
          <w:sz w:val="28"/>
          <w:szCs w:val="28"/>
        </w:rPr>
        <w:t xml:space="preserve"> или приняти</w:t>
      </w:r>
      <w:r w:rsidR="00566852">
        <w:rPr>
          <w:rFonts w:ascii="PT Astra Serif" w:hAnsi="PT Astra Serif"/>
          <w:bCs/>
          <w:sz w:val="28"/>
          <w:szCs w:val="28"/>
        </w:rPr>
        <w:t>я</w:t>
      </w:r>
      <w:r>
        <w:rPr>
          <w:rFonts w:ascii="PT Astra Serif" w:hAnsi="PT Astra Serif"/>
          <w:bCs/>
          <w:sz w:val="28"/>
          <w:szCs w:val="28"/>
        </w:rPr>
        <w:t xml:space="preserve"> законодательных актов Ульяновской области.</w:t>
      </w:r>
    </w:p>
    <w:p w:rsidR="00E260B5" w:rsidRDefault="00E260B5" w:rsidP="00E260B5">
      <w:pPr>
        <w:ind w:firstLine="851"/>
        <w:jc w:val="both"/>
        <w:rPr>
          <w:rFonts w:ascii="PT Astra Serif" w:hAnsi="PT Astra Serif"/>
          <w:bCs/>
          <w:sz w:val="28"/>
          <w:szCs w:val="28"/>
        </w:rPr>
      </w:pPr>
    </w:p>
    <w:p w:rsidR="00E260B5" w:rsidRDefault="00E260B5" w:rsidP="00E260B5">
      <w:pPr>
        <w:ind w:firstLine="851"/>
        <w:jc w:val="both"/>
        <w:rPr>
          <w:rFonts w:ascii="PT Astra Serif" w:hAnsi="PT Astra Serif"/>
          <w:bCs/>
          <w:sz w:val="28"/>
          <w:szCs w:val="28"/>
        </w:rPr>
      </w:pPr>
    </w:p>
    <w:p w:rsidR="00E260B5" w:rsidRDefault="00E260B5" w:rsidP="00E260B5">
      <w:pPr>
        <w:ind w:firstLine="851"/>
        <w:jc w:val="both"/>
        <w:rPr>
          <w:rFonts w:ascii="PT Astra Serif" w:hAnsi="PT Astra Serif"/>
          <w:bCs/>
          <w:sz w:val="28"/>
          <w:szCs w:val="28"/>
        </w:rPr>
      </w:pPr>
    </w:p>
    <w:p w:rsidR="00E260B5" w:rsidRPr="00E260B5" w:rsidRDefault="00E260B5" w:rsidP="00E260B5">
      <w:pPr>
        <w:pStyle w:val="1"/>
        <w:contextualSpacing/>
        <w:jc w:val="both"/>
        <w:rPr>
          <w:rFonts w:ascii="PT Astra Serif" w:hAnsi="PT Astra Serif"/>
          <w:b w:val="0"/>
          <w:color w:val="auto"/>
          <w:sz w:val="28"/>
          <w:szCs w:val="28"/>
        </w:rPr>
      </w:pPr>
      <w:r w:rsidRPr="00E260B5">
        <w:rPr>
          <w:rFonts w:ascii="PT Astra Serif" w:hAnsi="PT Astra Serif"/>
          <w:b w:val="0"/>
          <w:color w:val="auto"/>
          <w:sz w:val="28"/>
          <w:szCs w:val="28"/>
        </w:rPr>
        <w:t>Уполномоченн</w:t>
      </w:r>
      <w:r w:rsidR="00E9784B">
        <w:rPr>
          <w:rFonts w:ascii="PT Astra Serif" w:hAnsi="PT Astra Serif"/>
          <w:b w:val="0"/>
          <w:color w:val="auto"/>
          <w:sz w:val="28"/>
          <w:szCs w:val="28"/>
        </w:rPr>
        <w:t>ый</w:t>
      </w:r>
      <w:r w:rsidRPr="00E260B5">
        <w:rPr>
          <w:rFonts w:ascii="PT Astra Serif" w:hAnsi="PT Astra Serif"/>
          <w:b w:val="0"/>
          <w:color w:val="auto"/>
          <w:sz w:val="28"/>
          <w:szCs w:val="28"/>
        </w:rPr>
        <w:t xml:space="preserve"> по правам ребёнка </w:t>
      </w:r>
    </w:p>
    <w:p w:rsidR="00E260B5" w:rsidRPr="00E260B5" w:rsidRDefault="00E260B5" w:rsidP="00E260B5">
      <w:pPr>
        <w:pStyle w:val="1"/>
        <w:tabs>
          <w:tab w:val="left" w:pos="720"/>
        </w:tabs>
        <w:contextualSpacing/>
        <w:jc w:val="both"/>
        <w:rPr>
          <w:rFonts w:ascii="PT Astra Serif" w:hAnsi="PT Astra Serif"/>
          <w:b w:val="0"/>
          <w:color w:val="auto"/>
          <w:sz w:val="28"/>
          <w:szCs w:val="28"/>
        </w:rPr>
      </w:pPr>
      <w:r w:rsidRPr="00E260B5">
        <w:rPr>
          <w:rFonts w:ascii="PT Astra Serif" w:hAnsi="PT Astra Serif"/>
          <w:b w:val="0"/>
          <w:color w:val="auto"/>
          <w:sz w:val="28"/>
          <w:szCs w:val="28"/>
        </w:rPr>
        <w:t xml:space="preserve">в Ульяновской области                                                                  </w:t>
      </w:r>
      <w:r>
        <w:rPr>
          <w:rFonts w:ascii="PT Astra Serif" w:hAnsi="PT Astra Serif"/>
          <w:b w:val="0"/>
          <w:color w:val="auto"/>
          <w:sz w:val="28"/>
          <w:szCs w:val="28"/>
        </w:rPr>
        <w:t xml:space="preserve">     </w:t>
      </w:r>
      <w:r w:rsidRPr="00E260B5">
        <w:rPr>
          <w:rFonts w:ascii="PT Astra Serif" w:hAnsi="PT Astra Serif"/>
          <w:b w:val="0"/>
          <w:color w:val="auto"/>
          <w:sz w:val="28"/>
          <w:szCs w:val="28"/>
        </w:rPr>
        <w:t xml:space="preserve">    </w:t>
      </w:r>
      <w:r w:rsidR="00E9784B">
        <w:rPr>
          <w:rFonts w:ascii="PT Astra Serif" w:hAnsi="PT Astra Serif"/>
          <w:b w:val="0"/>
          <w:color w:val="auto"/>
          <w:sz w:val="28"/>
          <w:szCs w:val="28"/>
        </w:rPr>
        <w:t>Е.В.Сморода</w:t>
      </w:r>
    </w:p>
    <w:p w:rsidR="00E260B5" w:rsidRPr="00E260B5" w:rsidRDefault="00E260B5" w:rsidP="00E260B5">
      <w:pPr>
        <w:ind w:firstLine="851"/>
        <w:jc w:val="both"/>
        <w:rPr>
          <w:rFonts w:ascii="PT Astra Serif" w:hAnsi="PT Astra Serif"/>
          <w:bCs/>
          <w:sz w:val="28"/>
          <w:szCs w:val="28"/>
        </w:rPr>
      </w:pPr>
    </w:p>
    <w:sectPr w:rsidR="00E260B5" w:rsidRPr="00E260B5" w:rsidSect="008C3A33">
      <w:headerReference w:type="even" r:id="rId8"/>
      <w:pgSz w:w="11907" w:h="16840" w:code="9"/>
      <w:pgMar w:top="1134" w:right="510" w:bottom="1134" w:left="1758" w:header="720" w:footer="720" w:gutter="0"/>
      <w:cols w:space="720"/>
      <w:noEndnote/>
      <w:titlePg/>
      <w:docGrid w:linePitch="7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09B1" w:rsidRDefault="008C09B1">
      <w:r>
        <w:separator/>
      </w:r>
    </w:p>
  </w:endnote>
  <w:endnote w:type="continuationSeparator" w:id="1">
    <w:p w:rsidR="008C09B1" w:rsidRDefault="008C09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G_Souvenir">
    <w:altName w:val="Courier New"/>
    <w:panose1 w:val="00000000000000000000"/>
    <w:charset w:val="00"/>
    <w:family w:val="swiss"/>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09B1" w:rsidRDefault="008C09B1">
      <w:r>
        <w:separator/>
      </w:r>
    </w:p>
  </w:footnote>
  <w:footnote w:type="continuationSeparator" w:id="1">
    <w:p w:rsidR="008C09B1" w:rsidRDefault="008C09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6C7" w:rsidRDefault="00DE6EFC" w:rsidP="00951C9E">
    <w:pPr>
      <w:pStyle w:val="a7"/>
      <w:framePr w:wrap="around" w:vAnchor="text" w:hAnchor="margin" w:xAlign="center" w:y="1"/>
      <w:rPr>
        <w:rStyle w:val="a8"/>
      </w:rPr>
    </w:pPr>
    <w:r>
      <w:rPr>
        <w:rStyle w:val="a8"/>
      </w:rPr>
      <w:fldChar w:fldCharType="begin"/>
    </w:r>
    <w:r w:rsidR="00FE46C7">
      <w:rPr>
        <w:rStyle w:val="a8"/>
      </w:rPr>
      <w:instrText xml:space="preserve">PAGE  </w:instrText>
    </w:r>
    <w:r>
      <w:rPr>
        <w:rStyle w:val="a8"/>
      </w:rPr>
      <w:fldChar w:fldCharType="end"/>
    </w:r>
  </w:p>
  <w:p w:rsidR="00FE46C7" w:rsidRDefault="00FE46C7">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B82782"/>
    <w:multiLevelType w:val="hybridMultilevel"/>
    <w:tmpl w:val="CCF0C050"/>
    <w:lvl w:ilvl="0" w:tplc="ED4AD248">
      <w:start w:val="62"/>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
    <w:nsid w:val="35E672FA"/>
    <w:multiLevelType w:val="hybridMultilevel"/>
    <w:tmpl w:val="87F65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7C64B40"/>
    <w:multiLevelType w:val="hybridMultilevel"/>
    <w:tmpl w:val="4A144BB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6793491B"/>
    <w:multiLevelType w:val="hybridMultilevel"/>
    <w:tmpl w:val="AE129AFA"/>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attachedTemplate r:id="rId1"/>
  <w:stylePaneFormatFilter w:val="3F01"/>
  <w:defaultTabStop w:val="720"/>
  <w:drawingGridHorizontalSpacing w:val="24"/>
  <w:drawingGridVerticalSpacing w:val="39"/>
  <w:displayHorizontalDrawingGridEvery w:val="0"/>
  <w:displayVerticalDrawingGridEvery w:val="2"/>
  <w:noPunctuationKerning/>
  <w:characterSpacingControl w:val="doNotCompress"/>
  <w:footnotePr>
    <w:footnote w:id="0"/>
    <w:footnote w:id="1"/>
  </w:footnotePr>
  <w:endnotePr>
    <w:endnote w:id="0"/>
    <w:endnote w:id="1"/>
  </w:endnotePr>
  <w:compat/>
  <w:rsids>
    <w:rsidRoot w:val="00793DA1"/>
    <w:rsid w:val="00001279"/>
    <w:rsid w:val="00002661"/>
    <w:rsid w:val="00006B30"/>
    <w:rsid w:val="000076B2"/>
    <w:rsid w:val="00014D89"/>
    <w:rsid w:val="000176CC"/>
    <w:rsid w:val="00023F54"/>
    <w:rsid w:val="00044C50"/>
    <w:rsid w:val="00045F63"/>
    <w:rsid w:val="00047216"/>
    <w:rsid w:val="00056162"/>
    <w:rsid w:val="0007229C"/>
    <w:rsid w:val="000758D6"/>
    <w:rsid w:val="00077B97"/>
    <w:rsid w:val="00085ACB"/>
    <w:rsid w:val="00090AA4"/>
    <w:rsid w:val="000A3D93"/>
    <w:rsid w:val="000A4146"/>
    <w:rsid w:val="000A69CE"/>
    <w:rsid w:val="000B558E"/>
    <w:rsid w:val="000B6E02"/>
    <w:rsid w:val="000C62DA"/>
    <w:rsid w:val="000C7C5E"/>
    <w:rsid w:val="000D25A7"/>
    <w:rsid w:val="000E27F5"/>
    <w:rsid w:val="000E2B1B"/>
    <w:rsid w:val="000E352C"/>
    <w:rsid w:val="000E7654"/>
    <w:rsid w:val="000F21EF"/>
    <w:rsid w:val="001037F5"/>
    <w:rsid w:val="00103DA0"/>
    <w:rsid w:val="00105BEA"/>
    <w:rsid w:val="00120C77"/>
    <w:rsid w:val="00122523"/>
    <w:rsid w:val="00124856"/>
    <w:rsid w:val="0012694D"/>
    <w:rsid w:val="00134211"/>
    <w:rsid w:val="001430B4"/>
    <w:rsid w:val="001541E2"/>
    <w:rsid w:val="0015745C"/>
    <w:rsid w:val="00157A7D"/>
    <w:rsid w:val="00163A13"/>
    <w:rsid w:val="00170E36"/>
    <w:rsid w:val="001715E6"/>
    <w:rsid w:val="00175B12"/>
    <w:rsid w:val="001774F9"/>
    <w:rsid w:val="001812A6"/>
    <w:rsid w:val="00185F12"/>
    <w:rsid w:val="00190195"/>
    <w:rsid w:val="00194771"/>
    <w:rsid w:val="00195B7B"/>
    <w:rsid w:val="001976F9"/>
    <w:rsid w:val="001A0E97"/>
    <w:rsid w:val="001A20AF"/>
    <w:rsid w:val="001A2CDB"/>
    <w:rsid w:val="001C222B"/>
    <w:rsid w:val="001D3D30"/>
    <w:rsid w:val="001D401D"/>
    <w:rsid w:val="001E1395"/>
    <w:rsid w:val="002000E5"/>
    <w:rsid w:val="00203687"/>
    <w:rsid w:val="002048A1"/>
    <w:rsid w:val="00211D2B"/>
    <w:rsid w:val="00212E35"/>
    <w:rsid w:val="00217053"/>
    <w:rsid w:val="00227646"/>
    <w:rsid w:val="0023587F"/>
    <w:rsid w:val="002423D1"/>
    <w:rsid w:val="0025277B"/>
    <w:rsid w:val="00255350"/>
    <w:rsid w:val="00256B84"/>
    <w:rsid w:val="00261226"/>
    <w:rsid w:val="00271484"/>
    <w:rsid w:val="0027199A"/>
    <w:rsid w:val="00272C53"/>
    <w:rsid w:val="0028086A"/>
    <w:rsid w:val="00282F96"/>
    <w:rsid w:val="00285EFC"/>
    <w:rsid w:val="00290DE3"/>
    <w:rsid w:val="00293F1D"/>
    <w:rsid w:val="00295B07"/>
    <w:rsid w:val="002A1479"/>
    <w:rsid w:val="002A4CA1"/>
    <w:rsid w:val="002B4051"/>
    <w:rsid w:val="002C2A43"/>
    <w:rsid w:val="002D59FA"/>
    <w:rsid w:val="002D65E7"/>
    <w:rsid w:val="002E6B68"/>
    <w:rsid w:val="002F03B8"/>
    <w:rsid w:val="002F0A09"/>
    <w:rsid w:val="002F55B5"/>
    <w:rsid w:val="0030411F"/>
    <w:rsid w:val="0030490D"/>
    <w:rsid w:val="00311D65"/>
    <w:rsid w:val="00323853"/>
    <w:rsid w:val="00325EDE"/>
    <w:rsid w:val="00325FF7"/>
    <w:rsid w:val="00326AE6"/>
    <w:rsid w:val="00331C87"/>
    <w:rsid w:val="00334F18"/>
    <w:rsid w:val="00341467"/>
    <w:rsid w:val="003548F2"/>
    <w:rsid w:val="003604DA"/>
    <w:rsid w:val="00367256"/>
    <w:rsid w:val="00376EF0"/>
    <w:rsid w:val="00393DF4"/>
    <w:rsid w:val="00396CA0"/>
    <w:rsid w:val="003A2532"/>
    <w:rsid w:val="003A4090"/>
    <w:rsid w:val="003B27A8"/>
    <w:rsid w:val="003B4844"/>
    <w:rsid w:val="003B7FFD"/>
    <w:rsid w:val="003D6C19"/>
    <w:rsid w:val="003E02BB"/>
    <w:rsid w:val="003E41D6"/>
    <w:rsid w:val="003F5A42"/>
    <w:rsid w:val="004058EB"/>
    <w:rsid w:val="00411341"/>
    <w:rsid w:val="0041627B"/>
    <w:rsid w:val="0043576E"/>
    <w:rsid w:val="0044014B"/>
    <w:rsid w:val="0044083C"/>
    <w:rsid w:val="00443A83"/>
    <w:rsid w:val="004510E4"/>
    <w:rsid w:val="0045145B"/>
    <w:rsid w:val="004552CD"/>
    <w:rsid w:val="00456095"/>
    <w:rsid w:val="00462A45"/>
    <w:rsid w:val="004743F6"/>
    <w:rsid w:val="0047729F"/>
    <w:rsid w:val="00481ED7"/>
    <w:rsid w:val="00484B4A"/>
    <w:rsid w:val="00485250"/>
    <w:rsid w:val="00486DD8"/>
    <w:rsid w:val="00487020"/>
    <w:rsid w:val="00487887"/>
    <w:rsid w:val="00492CB4"/>
    <w:rsid w:val="0049791B"/>
    <w:rsid w:val="004A37B4"/>
    <w:rsid w:val="004B5A18"/>
    <w:rsid w:val="004D1C63"/>
    <w:rsid w:val="004D33E9"/>
    <w:rsid w:val="004E2E49"/>
    <w:rsid w:val="005100E3"/>
    <w:rsid w:val="00520925"/>
    <w:rsid w:val="00524A70"/>
    <w:rsid w:val="0053031D"/>
    <w:rsid w:val="00532EA9"/>
    <w:rsid w:val="005338DE"/>
    <w:rsid w:val="005350CD"/>
    <w:rsid w:val="005415FA"/>
    <w:rsid w:val="0055300D"/>
    <w:rsid w:val="005533FC"/>
    <w:rsid w:val="005573CC"/>
    <w:rsid w:val="005604A7"/>
    <w:rsid w:val="00566852"/>
    <w:rsid w:val="0058009E"/>
    <w:rsid w:val="005957F2"/>
    <w:rsid w:val="0059767C"/>
    <w:rsid w:val="005A3591"/>
    <w:rsid w:val="005B55F0"/>
    <w:rsid w:val="005B5F61"/>
    <w:rsid w:val="005C0B38"/>
    <w:rsid w:val="005C11F5"/>
    <w:rsid w:val="005C54E9"/>
    <w:rsid w:val="005D090C"/>
    <w:rsid w:val="005D5071"/>
    <w:rsid w:val="005E475C"/>
    <w:rsid w:val="0060095C"/>
    <w:rsid w:val="0060345E"/>
    <w:rsid w:val="006045EB"/>
    <w:rsid w:val="006056AD"/>
    <w:rsid w:val="00605DBF"/>
    <w:rsid w:val="00610457"/>
    <w:rsid w:val="00611F8B"/>
    <w:rsid w:val="00612597"/>
    <w:rsid w:val="006130E5"/>
    <w:rsid w:val="0061555B"/>
    <w:rsid w:val="0062489D"/>
    <w:rsid w:val="006254CB"/>
    <w:rsid w:val="006313AC"/>
    <w:rsid w:val="00636692"/>
    <w:rsid w:val="0063745B"/>
    <w:rsid w:val="00645555"/>
    <w:rsid w:val="0064647D"/>
    <w:rsid w:val="00652841"/>
    <w:rsid w:val="00653EF1"/>
    <w:rsid w:val="006564C1"/>
    <w:rsid w:val="00675749"/>
    <w:rsid w:val="00675B18"/>
    <w:rsid w:val="00682418"/>
    <w:rsid w:val="00687B2E"/>
    <w:rsid w:val="006B4BBE"/>
    <w:rsid w:val="006B568E"/>
    <w:rsid w:val="006C134F"/>
    <w:rsid w:val="006C2607"/>
    <w:rsid w:val="006D0050"/>
    <w:rsid w:val="006D2EB2"/>
    <w:rsid w:val="006D7183"/>
    <w:rsid w:val="006D7801"/>
    <w:rsid w:val="006E1D60"/>
    <w:rsid w:val="006F227E"/>
    <w:rsid w:val="00701634"/>
    <w:rsid w:val="007032C7"/>
    <w:rsid w:val="00720EA4"/>
    <w:rsid w:val="007305DB"/>
    <w:rsid w:val="0073434D"/>
    <w:rsid w:val="00734BBD"/>
    <w:rsid w:val="00736450"/>
    <w:rsid w:val="00741159"/>
    <w:rsid w:val="007418F3"/>
    <w:rsid w:val="007431B6"/>
    <w:rsid w:val="00743F27"/>
    <w:rsid w:val="00744DC3"/>
    <w:rsid w:val="0075159E"/>
    <w:rsid w:val="00761201"/>
    <w:rsid w:val="00764EFD"/>
    <w:rsid w:val="00776378"/>
    <w:rsid w:val="00777144"/>
    <w:rsid w:val="00785C3A"/>
    <w:rsid w:val="00793DA1"/>
    <w:rsid w:val="007A66BA"/>
    <w:rsid w:val="007B45F0"/>
    <w:rsid w:val="007B7BBB"/>
    <w:rsid w:val="007C26EF"/>
    <w:rsid w:val="007C6352"/>
    <w:rsid w:val="007C752C"/>
    <w:rsid w:val="007D6627"/>
    <w:rsid w:val="007D6B91"/>
    <w:rsid w:val="007D7CA5"/>
    <w:rsid w:val="007E31C3"/>
    <w:rsid w:val="007F6819"/>
    <w:rsid w:val="00801881"/>
    <w:rsid w:val="00801FC0"/>
    <w:rsid w:val="00810826"/>
    <w:rsid w:val="0083596B"/>
    <w:rsid w:val="00840CE0"/>
    <w:rsid w:val="00851158"/>
    <w:rsid w:val="008655DD"/>
    <w:rsid w:val="00870ACB"/>
    <w:rsid w:val="0087178E"/>
    <w:rsid w:val="00874645"/>
    <w:rsid w:val="008870C6"/>
    <w:rsid w:val="0089143B"/>
    <w:rsid w:val="0089503B"/>
    <w:rsid w:val="008A5211"/>
    <w:rsid w:val="008A62EE"/>
    <w:rsid w:val="008B2D0C"/>
    <w:rsid w:val="008B5E54"/>
    <w:rsid w:val="008B73A3"/>
    <w:rsid w:val="008C09B1"/>
    <w:rsid w:val="008C1220"/>
    <w:rsid w:val="008C141F"/>
    <w:rsid w:val="008C282E"/>
    <w:rsid w:val="008C3A33"/>
    <w:rsid w:val="008C542D"/>
    <w:rsid w:val="008E0167"/>
    <w:rsid w:val="008E2256"/>
    <w:rsid w:val="008E2E4B"/>
    <w:rsid w:val="008F04A9"/>
    <w:rsid w:val="008F2EF2"/>
    <w:rsid w:val="00905AA7"/>
    <w:rsid w:val="00905E8D"/>
    <w:rsid w:val="00906804"/>
    <w:rsid w:val="009127F4"/>
    <w:rsid w:val="009128BB"/>
    <w:rsid w:val="0091443F"/>
    <w:rsid w:val="00926A8D"/>
    <w:rsid w:val="0093422D"/>
    <w:rsid w:val="00943B94"/>
    <w:rsid w:val="00944E16"/>
    <w:rsid w:val="00945EEB"/>
    <w:rsid w:val="00946DA7"/>
    <w:rsid w:val="00951C9E"/>
    <w:rsid w:val="00953737"/>
    <w:rsid w:val="00956F60"/>
    <w:rsid w:val="00960ECE"/>
    <w:rsid w:val="00966D25"/>
    <w:rsid w:val="00967A10"/>
    <w:rsid w:val="00981AEF"/>
    <w:rsid w:val="0098606A"/>
    <w:rsid w:val="00993E4C"/>
    <w:rsid w:val="00994540"/>
    <w:rsid w:val="009A08A0"/>
    <w:rsid w:val="009A49FD"/>
    <w:rsid w:val="009A6CCB"/>
    <w:rsid w:val="009B293D"/>
    <w:rsid w:val="009B4E12"/>
    <w:rsid w:val="009C3E2D"/>
    <w:rsid w:val="009C6360"/>
    <w:rsid w:val="009C71F6"/>
    <w:rsid w:val="009D25B5"/>
    <w:rsid w:val="009D58AE"/>
    <w:rsid w:val="009D5F90"/>
    <w:rsid w:val="009D7B7E"/>
    <w:rsid w:val="009E08FC"/>
    <w:rsid w:val="009E3AE8"/>
    <w:rsid w:val="009E3D6D"/>
    <w:rsid w:val="009E7C90"/>
    <w:rsid w:val="009F0577"/>
    <w:rsid w:val="009F7B44"/>
    <w:rsid w:val="009F7EA9"/>
    <w:rsid w:val="00A00C3A"/>
    <w:rsid w:val="00A139EA"/>
    <w:rsid w:val="00A43890"/>
    <w:rsid w:val="00A46ED1"/>
    <w:rsid w:val="00A57ABC"/>
    <w:rsid w:val="00A61725"/>
    <w:rsid w:val="00A658F9"/>
    <w:rsid w:val="00A71CE5"/>
    <w:rsid w:val="00A81F1B"/>
    <w:rsid w:val="00A82CC0"/>
    <w:rsid w:val="00A9469B"/>
    <w:rsid w:val="00A95326"/>
    <w:rsid w:val="00A95EA8"/>
    <w:rsid w:val="00AB1F46"/>
    <w:rsid w:val="00AC1A40"/>
    <w:rsid w:val="00AC3175"/>
    <w:rsid w:val="00AD5192"/>
    <w:rsid w:val="00AE595D"/>
    <w:rsid w:val="00AF683D"/>
    <w:rsid w:val="00B00A15"/>
    <w:rsid w:val="00B01052"/>
    <w:rsid w:val="00B13F69"/>
    <w:rsid w:val="00B173B8"/>
    <w:rsid w:val="00B22516"/>
    <w:rsid w:val="00B23503"/>
    <w:rsid w:val="00B342AF"/>
    <w:rsid w:val="00B37E5F"/>
    <w:rsid w:val="00B51A0B"/>
    <w:rsid w:val="00B74D8C"/>
    <w:rsid w:val="00B91A30"/>
    <w:rsid w:val="00B96BBD"/>
    <w:rsid w:val="00BB7096"/>
    <w:rsid w:val="00BC3D20"/>
    <w:rsid w:val="00BE179D"/>
    <w:rsid w:val="00BE1FB8"/>
    <w:rsid w:val="00BE4975"/>
    <w:rsid w:val="00BF48FA"/>
    <w:rsid w:val="00C05637"/>
    <w:rsid w:val="00C145FF"/>
    <w:rsid w:val="00C14F5D"/>
    <w:rsid w:val="00C20325"/>
    <w:rsid w:val="00C44020"/>
    <w:rsid w:val="00C51E7C"/>
    <w:rsid w:val="00C53B75"/>
    <w:rsid w:val="00C54B38"/>
    <w:rsid w:val="00C56131"/>
    <w:rsid w:val="00C6691C"/>
    <w:rsid w:val="00C71C4E"/>
    <w:rsid w:val="00C741BE"/>
    <w:rsid w:val="00C827A6"/>
    <w:rsid w:val="00C867C2"/>
    <w:rsid w:val="00C96191"/>
    <w:rsid w:val="00CA4E36"/>
    <w:rsid w:val="00CB53EA"/>
    <w:rsid w:val="00CC2F15"/>
    <w:rsid w:val="00CC3012"/>
    <w:rsid w:val="00CE13D0"/>
    <w:rsid w:val="00CE201B"/>
    <w:rsid w:val="00CF5828"/>
    <w:rsid w:val="00CF656F"/>
    <w:rsid w:val="00D013F7"/>
    <w:rsid w:val="00D1104B"/>
    <w:rsid w:val="00D249C5"/>
    <w:rsid w:val="00D30EE0"/>
    <w:rsid w:val="00D31AB5"/>
    <w:rsid w:val="00D33682"/>
    <w:rsid w:val="00D36001"/>
    <w:rsid w:val="00D407D9"/>
    <w:rsid w:val="00D40BCE"/>
    <w:rsid w:val="00D42E76"/>
    <w:rsid w:val="00D444E0"/>
    <w:rsid w:val="00D54B9E"/>
    <w:rsid w:val="00D55F46"/>
    <w:rsid w:val="00D569EC"/>
    <w:rsid w:val="00D66A4C"/>
    <w:rsid w:val="00D6782D"/>
    <w:rsid w:val="00D7527F"/>
    <w:rsid w:val="00D77FC0"/>
    <w:rsid w:val="00D906B8"/>
    <w:rsid w:val="00D92D57"/>
    <w:rsid w:val="00DA0CE6"/>
    <w:rsid w:val="00DA1458"/>
    <w:rsid w:val="00DB1D48"/>
    <w:rsid w:val="00DB2073"/>
    <w:rsid w:val="00DB4A0D"/>
    <w:rsid w:val="00DC0A6C"/>
    <w:rsid w:val="00DD3D83"/>
    <w:rsid w:val="00DD4EB5"/>
    <w:rsid w:val="00DE1679"/>
    <w:rsid w:val="00DE6EFC"/>
    <w:rsid w:val="00E04F60"/>
    <w:rsid w:val="00E116ED"/>
    <w:rsid w:val="00E1493D"/>
    <w:rsid w:val="00E260B5"/>
    <w:rsid w:val="00E340A7"/>
    <w:rsid w:val="00E42223"/>
    <w:rsid w:val="00E4447A"/>
    <w:rsid w:val="00E52164"/>
    <w:rsid w:val="00E569AE"/>
    <w:rsid w:val="00E56E33"/>
    <w:rsid w:val="00E6053D"/>
    <w:rsid w:val="00E65A0C"/>
    <w:rsid w:val="00E67D06"/>
    <w:rsid w:val="00E770F4"/>
    <w:rsid w:val="00E81292"/>
    <w:rsid w:val="00E87AF1"/>
    <w:rsid w:val="00E9784B"/>
    <w:rsid w:val="00EA142F"/>
    <w:rsid w:val="00EE6B53"/>
    <w:rsid w:val="00EF2EBD"/>
    <w:rsid w:val="00EF5672"/>
    <w:rsid w:val="00EF6840"/>
    <w:rsid w:val="00F20438"/>
    <w:rsid w:val="00F256F2"/>
    <w:rsid w:val="00F26F6E"/>
    <w:rsid w:val="00F2760E"/>
    <w:rsid w:val="00F3153A"/>
    <w:rsid w:val="00F32F6F"/>
    <w:rsid w:val="00F462E6"/>
    <w:rsid w:val="00F50043"/>
    <w:rsid w:val="00F53B01"/>
    <w:rsid w:val="00F55A1D"/>
    <w:rsid w:val="00F62E86"/>
    <w:rsid w:val="00F70F51"/>
    <w:rsid w:val="00F73745"/>
    <w:rsid w:val="00F74EB5"/>
    <w:rsid w:val="00F77D39"/>
    <w:rsid w:val="00F84427"/>
    <w:rsid w:val="00F929B1"/>
    <w:rsid w:val="00FA136C"/>
    <w:rsid w:val="00FB65BC"/>
    <w:rsid w:val="00FD4729"/>
    <w:rsid w:val="00FE46C7"/>
    <w:rsid w:val="00FE4977"/>
    <w:rsid w:val="00FF75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7FC0"/>
  </w:style>
  <w:style w:type="paragraph" w:styleId="1">
    <w:name w:val="heading 1"/>
    <w:basedOn w:val="a"/>
    <w:next w:val="a"/>
    <w:qFormat/>
    <w:rsid w:val="00F74EB5"/>
    <w:pPr>
      <w:autoSpaceDE w:val="0"/>
      <w:autoSpaceDN w:val="0"/>
      <w:adjustRightInd w:val="0"/>
      <w:spacing w:before="108" w:after="108"/>
      <w:jc w:val="center"/>
      <w:outlineLvl w:val="0"/>
    </w:pPr>
    <w:rPr>
      <w:rFonts w:ascii="Arial" w:hAnsi="Arial"/>
      <w:b/>
      <w:bCs/>
      <w:color w:val="000080"/>
    </w:rPr>
  </w:style>
  <w:style w:type="paragraph" w:styleId="2">
    <w:name w:val="heading 2"/>
    <w:basedOn w:val="a"/>
    <w:next w:val="a"/>
    <w:link w:val="20"/>
    <w:qFormat/>
    <w:rsid w:val="009E3D6D"/>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45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DD4EB5"/>
    <w:rPr>
      <w:rFonts w:ascii="Tahoma" w:hAnsi="Tahoma" w:cs="Tahoma"/>
      <w:sz w:val="16"/>
      <w:szCs w:val="16"/>
    </w:rPr>
  </w:style>
  <w:style w:type="paragraph" w:customStyle="1" w:styleId="a5">
    <w:name w:val="Заголовок письма"/>
    <w:basedOn w:val="a"/>
    <w:rsid w:val="00E6053D"/>
    <w:pPr>
      <w:spacing w:before="60" w:after="60" w:line="288" w:lineRule="auto"/>
      <w:jc w:val="center"/>
    </w:pPr>
    <w:rPr>
      <w:rFonts w:ascii="Arial" w:eastAsia="AG_Souvenir" w:hAnsi="Arial"/>
      <w:b/>
      <w:sz w:val="28"/>
    </w:rPr>
  </w:style>
  <w:style w:type="paragraph" w:customStyle="1" w:styleId="a6">
    <w:name w:val="Текст письма"/>
    <w:basedOn w:val="a"/>
    <w:rsid w:val="00E6053D"/>
    <w:pPr>
      <w:spacing w:line="360" w:lineRule="auto"/>
      <w:ind w:firstLine="709"/>
      <w:jc w:val="both"/>
    </w:pPr>
    <w:rPr>
      <w:rFonts w:eastAsia="AG_Souvenir"/>
      <w:sz w:val="24"/>
    </w:rPr>
  </w:style>
  <w:style w:type="paragraph" w:styleId="a7">
    <w:name w:val="header"/>
    <w:basedOn w:val="a"/>
    <w:rsid w:val="0063745B"/>
    <w:pPr>
      <w:tabs>
        <w:tab w:val="center" w:pos="4677"/>
        <w:tab w:val="right" w:pos="9355"/>
      </w:tabs>
    </w:pPr>
  </w:style>
  <w:style w:type="character" w:styleId="a8">
    <w:name w:val="page number"/>
    <w:basedOn w:val="a0"/>
    <w:rsid w:val="0063745B"/>
  </w:style>
  <w:style w:type="paragraph" w:styleId="a9">
    <w:name w:val="footer"/>
    <w:basedOn w:val="a"/>
    <w:link w:val="aa"/>
    <w:uiPriority w:val="99"/>
    <w:rsid w:val="00462A45"/>
    <w:pPr>
      <w:tabs>
        <w:tab w:val="center" w:pos="4677"/>
        <w:tab w:val="right" w:pos="9355"/>
      </w:tabs>
    </w:pPr>
  </w:style>
  <w:style w:type="character" w:styleId="ab">
    <w:name w:val="Hyperlink"/>
    <w:rsid w:val="00BC3D20"/>
    <w:rPr>
      <w:color w:val="0000FF"/>
      <w:u w:val="single"/>
    </w:rPr>
  </w:style>
  <w:style w:type="paragraph" w:customStyle="1" w:styleId="Style1">
    <w:name w:val="Style1"/>
    <w:basedOn w:val="a"/>
    <w:rsid w:val="00960ECE"/>
    <w:pPr>
      <w:widowControl w:val="0"/>
      <w:autoSpaceDE w:val="0"/>
      <w:autoSpaceDN w:val="0"/>
      <w:adjustRightInd w:val="0"/>
      <w:spacing w:line="475" w:lineRule="exact"/>
      <w:ind w:firstLine="682"/>
    </w:pPr>
    <w:rPr>
      <w:sz w:val="24"/>
      <w:szCs w:val="24"/>
    </w:rPr>
  </w:style>
  <w:style w:type="character" w:customStyle="1" w:styleId="FontStyle12">
    <w:name w:val="Font Style12"/>
    <w:rsid w:val="00960ECE"/>
    <w:rPr>
      <w:rFonts w:ascii="Times New Roman" w:hAnsi="Times New Roman" w:cs="Times New Roman"/>
      <w:sz w:val="24"/>
      <w:szCs w:val="24"/>
    </w:rPr>
  </w:style>
  <w:style w:type="character" w:customStyle="1" w:styleId="FontStyle11">
    <w:name w:val="Font Style11"/>
    <w:rsid w:val="001812A6"/>
    <w:rPr>
      <w:rFonts w:ascii="Times New Roman" w:hAnsi="Times New Roman" w:cs="Times New Roman"/>
      <w:sz w:val="26"/>
      <w:szCs w:val="26"/>
    </w:rPr>
  </w:style>
  <w:style w:type="paragraph" w:customStyle="1" w:styleId="10">
    <w:name w:val="Обычный (Интернет)1"/>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c"/>
    <w:rsid w:val="00203687"/>
    <w:pPr>
      <w:spacing w:before="100" w:beforeAutospacing="1" w:after="100" w:afterAutospacing="1"/>
    </w:pPr>
    <w:rPr>
      <w:sz w:val="24"/>
      <w:szCs w:val="24"/>
    </w:rPr>
  </w:style>
  <w:style w:type="character" w:customStyle="1" w:styleId="ac">
    <w:name w:val="Обычный (Интернет) Знак"/>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10"/>
    <w:rsid w:val="00203687"/>
    <w:rPr>
      <w:sz w:val="24"/>
      <w:szCs w:val="24"/>
    </w:rPr>
  </w:style>
  <w:style w:type="character" w:customStyle="1" w:styleId="aa">
    <w:name w:val="Нижний колонтитул Знак"/>
    <w:basedOn w:val="a0"/>
    <w:link w:val="a9"/>
    <w:uiPriority w:val="99"/>
    <w:rsid w:val="00367256"/>
  </w:style>
  <w:style w:type="paragraph" w:styleId="ad">
    <w:name w:val="List Paragraph"/>
    <w:basedOn w:val="a"/>
    <w:uiPriority w:val="34"/>
    <w:qFormat/>
    <w:rsid w:val="00D569EC"/>
    <w:pPr>
      <w:ind w:left="720"/>
      <w:contextualSpacing/>
    </w:pPr>
  </w:style>
  <w:style w:type="paragraph" w:styleId="ae">
    <w:name w:val="No Spacing"/>
    <w:uiPriority w:val="1"/>
    <w:qFormat/>
    <w:rsid w:val="00B23503"/>
    <w:pPr>
      <w:suppressAutoHyphens/>
    </w:pPr>
    <w:rPr>
      <w:sz w:val="24"/>
      <w:szCs w:val="24"/>
      <w:lang w:eastAsia="ar-SA"/>
    </w:rPr>
  </w:style>
  <w:style w:type="character" w:customStyle="1" w:styleId="20">
    <w:name w:val="Заголовок 2 Знак"/>
    <w:link w:val="2"/>
    <w:semiHidden/>
    <w:rsid w:val="009E3D6D"/>
    <w:rPr>
      <w:rFonts w:ascii="Cambria" w:eastAsia="Times New Roman" w:hAnsi="Cambria" w:cs="Times New Roman"/>
      <w:b/>
      <w:bCs/>
      <w:i/>
      <w:iCs/>
      <w:sz w:val="28"/>
      <w:szCs w:val="28"/>
    </w:rPr>
  </w:style>
  <w:style w:type="paragraph" w:styleId="af">
    <w:name w:val="Body Text"/>
    <w:basedOn w:val="a"/>
    <w:link w:val="af0"/>
    <w:rsid w:val="0089143B"/>
    <w:pPr>
      <w:spacing w:after="120"/>
    </w:pPr>
    <w:rPr>
      <w:sz w:val="28"/>
      <w:szCs w:val="28"/>
    </w:rPr>
  </w:style>
  <w:style w:type="character" w:customStyle="1" w:styleId="af0">
    <w:name w:val="Основной текст Знак"/>
    <w:link w:val="af"/>
    <w:rsid w:val="0089143B"/>
    <w:rPr>
      <w:sz w:val="28"/>
      <w:szCs w:val="28"/>
    </w:rPr>
  </w:style>
</w:styles>
</file>

<file path=word/webSettings.xml><?xml version="1.0" encoding="utf-8"?>
<w:webSettings xmlns:r="http://schemas.openxmlformats.org/officeDocument/2006/relationships" xmlns:w="http://schemas.openxmlformats.org/wordprocessingml/2006/main">
  <w:divs>
    <w:div w:id="1097097221">
      <w:bodyDiv w:val="1"/>
      <w:marLeft w:val="0"/>
      <w:marRight w:val="0"/>
      <w:marTop w:val="0"/>
      <w:marBottom w:val="0"/>
      <w:divBdr>
        <w:top w:val="none" w:sz="0" w:space="0" w:color="auto"/>
        <w:left w:val="none" w:sz="0" w:space="0" w:color="auto"/>
        <w:bottom w:val="none" w:sz="0" w:space="0" w:color="auto"/>
        <w:right w:val="none" w:sz="0" w:space="0" w:color="auto"/>
      </w:divBdr>
    </w:div>
    <w:div w:id="1615017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elova\Application%20Data\Microsoft\&#1064;&#1072;&#1073;&#1083;&#1086;&#1085;&#1099;\&#1055;&#1080;&#1089;&#1100;&#1084;&#108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F63DD-8F5A-45F7-A430-1F80F7845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Письмо</Template>
  <TotalTime>8</TotalTime>
  <Pages>1</Pages>
  <Words>79</Words>
  <Characters>651</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Председателю Законодательного</vt:lpstr>
    </vt:vector>
  </TitlesOfParts>
  <Company>Администрация ульяновской области</Company>
  <LinksUpToDate>false</LinksUpToDate>
  <CharactersWithSpaces>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Председателю Законодательного</dc:title>
  <dc:creator>Белова Мария Ивановна</dc:creator>
  <cp:lastModifiedBy>User</cp:lastModifiedBy>
  <cp:revision>5</cp:revision>
  <cp:lastPrinted>2021-08-27T05:27:00Z</cp:lastPrinted>
  <dcterms:created xsi:type="dcterms:W3CDTF">2021-08-26T11:36:00Z</dcterms:created>
  <dcterms:modified xsi:type="dcterms:W3CDTF">2021-08-27T05:27:00Z</dcterms:modified>
</cp:coreProperties>
</file>